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-108487</wp:posOffset>
                </wp:positionH>
                <wp:positionV relativeFrom="paragraph">
                  <wp:posOffset>301820</wp:posOffset>
                </wp:positionV>
                <wp:extent cx="6137030" cy="3241431"/>
                <wp:effectExtent l="0" t="0" r="16510" b="1651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030" cy="324143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55pt;margin-top:23.75pt;width:483.25pt;height:2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" filled="f" strokecolor="#7030a0" strokeweight="1pt"/>
            </w:pict>
          </mc:Fallback>
        </mc:AlternateContent>
      </w:r>
      <w:r w:rsidR="001F4B56">
        <w:rPr>
          <w:rFonts w:ascii="Arial" w:hAnsi="Arial" w:cs="Arial"/>
          <w:b/>
          <w:color w:val="7030A0"/>
          <w:sz w:val="28"/>
          <w:szCs w:val="28"/>
        </w:rPr>
        <w:t>MEMORY JAPONAIS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833A37" w:rsidP="001F4B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Memory revisité avec les signes de l'alphabet japonais. Attention à ne pas s'emmêler les pinceaux et bonne découverte ! </w:t>
      </w:r>
    </w:p>
    <w:p w:rsidR="001F4B56" w:rsidRDefault="001F4B56" w:rsidP="001F4B56">
      <w:pPr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1F4B56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L3 26</w:t>
      </w:r>
    </w:p>
    <w:p w:rsidR="001F4B56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B0C8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 </w:t>
      </w:r>
    </w:p>
    <w:p w:rsidR="001F4B56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: SHS 21, SHS 23 </w:t>
      </w:r>
    </w:p>
    <w:p w:rsidR="001F4B56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A 24 AC&amp;M </w:t>
      </w:r>
    </w:p>
    <w:p w:rsidR="001F4B56" w:rsidRPr="0094240B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CM 24 </w:t>
      </w:r>
    </w:p>
    <w:p w:rsidR="001F4B56" w:rsidRPr="00687DE3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24, FG 25, FG 28 </w:t>
      </w:r>
      <w:r>
        <w:rPr>
          <w:rFonts w:ascii="Arial" w:hAnsi="Arial" w:cs="Arial"/>
        </w:rPr>
        <w:tab/>
      </w:r>
    </w:p>
    <w:p w:rsidR="001F4B56" w:rsidRDefault="001F4B56" w:rsidP="001F4B5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>
        <w:rPr>
          <w:rFonts w:ascii="Arial" w:hAnsi="Arial" w:cs="Arial"/>
        </w:rPr>
        <w:t xml:space="preserve"> Collaboration, communication, stratégie</w:t>
      </w:r>
      <w:r w:rsidR="008B0C84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et démarche réflexive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60C8" w:rsidRPr="00FA60C2" w:rsidRDefault="00F723D3" w:rsidP="00FA60C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FA60C2">
        <w:rPr>
          <w:rFonts w:ascii="Arial" w:hAnsi="Arial" w:cs="Arial"/>
          <w:b/>
        </w:rPr>
        <w:t>PDF "</w:t>
      </w:r>
      <w:r w:rsidR="00833A37" w:rsidRPr="00FA60C2">
        <w:rPr>
          <w:rFonts w:ascii="Arial" w:hAnsi="Arial" w:cs="Arial"/>
          <w:b/>
        </w:rPr>
        <w:t>memory japonais</w:t>
      </w:r>
      <w:r w:rsidRPr="00FA60C2">
        <w:rPr>
          <w:rFonts w:ascii="Arial" w:hAnsi="Arial" w:cs="Arial"/>
          <w:b/>
        </w:rPr>
        <w:t xml:space="preserve">" </w:t>
      </w:r>
      <w:r w:rsidR="00FA60C2" w:rsidRPr="00FA60C2">
        <w:rPr>
          <w:rFonts w:ascii="Arial" w:hAnsi="Arial" w:cs="Arial"/>
          <w:b/>
        </w:rPr>
        <w:sym w:font="Wingdings" w:char="F0E0"/>
      </w:r>
      <w:r w:rsidR="00FA60C2" w:rsidRPr="00FA60C2">
        <w:rPr>
          <w:rFonts w:ascii="Arial" w:hAnsi="Arial" w:cs="Arial"/>
          <w:b/>
        </w:rPr>
        <w:t xml:space="preserve"> imprimer 2x en A3 et découper chaque case afin de disposer </w:t>
      </w:r>
      <w:r w:rsidR="00FA60C2">
        <w:rPr>
          <w:rFonts w:ascii="Arial" w:hAnsi="Arial" w:cs="Arial"/>
          <w:b/>
        </w:rPr>
        <w:t xml:space="preserve">à chaque fois de deux petites cartes similaires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F4B56"/>
    <w:rsid w:val="003F707B"/>
    <w:rsid w:val="004163C9"/>
    <w:rsid w:val="004B3F3D"/>
    <w:rsid w:val="00507F03"/>
    <w:rsid w:val="005472B9"/>
    <w:rsid w:val="005654CE"/>
    <w:rsid w:val="00687DE3"/>
    <w:rsid w:val="00716697"/>
    <w:rsid w:val="00833A37"/>
    <w:rsid w:val="008844A5"/>
    <w:rsid w:val="008B0C84"/>
    <w:rsid w:val="0094240B"/>
    <w:rsid w:val="00D61C79"/>
    <w:rsid w:val="00D660C8"/>
    <w:rsid w:val="00D75DB1"/>
    <w:rsid w:val="00DF5E50"/>
    <w:rsid w:val="00E01974"/>
    <w:rsid w:val="00F357A9"/>
    <w:rsid w:val="00F723D3"/>
    <w:rsid w:val="00FA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12411804.dotm</Template>
  <TotalTime>1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2019-07-22T09:46:00Z</dcterms:created>
  <dcterms:modified xsi:type="dcterms:W3CDTF">2019-07-26T15:09:00Z</dcterms:modified>
</cp:coreProperties>
</file>